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Default="00E407FB" w:rsidP="00E407FB">
      <w:pPr>
        <w:jc w:val="center"/>
        <w:rPr>
          <w:rFonts w:ascii="Calibri" w:hAnsi="Calibri"/>
          <w:b/>
          <w:sz w:val="28"/>
          <w:szCs w:val="28"/>
        </w:rPr>
      </w:pPr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102EE0" w:rsidRPr="00102EE0">
        <w:rPr>
          <w:rFonts w:ascii="Calibri" w:hAnsi="Calibri"/>
          <w:b/>
          <w:sz w:val="28"/>
          <w:szCs w:val="28"/>
        </w:rPr>
        <w:t>H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>DICHIARAZIONE AI SENSI DELLA CIRCOLARE N° 32 DEL30/12/2021 (</w:t>
      </w:r>
      <w:r w:rsidR="00102EE0"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="00102EE0" w:rsidRPr="00102EE0">
        <w:rPr>
          <w:rFonts w:ascii="Calibri" w:hAnsi="Calibri"/>
          <w:b/>
          <w:sz w:val="28"/>
          <w:szCs w:val="28"/>
        </w:rPr>
        <w:t>)</w:t>
      </w:r>
    </w:p>
    <w:p w:rsidR="00102EE0" w:rsidRPr="00102EE0" w:rsidRDefault="00102EE0" w:rsidP="00E407FB">
      <w:pPr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CE0F50" w:rsidRDefault="00CE0F50" w:rsidP="00EB640E">
      <w:p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CE0F50">
        <w:rPr>
          <w:rFonts w:ascii="Calibri" w:hAnsi="Calibri"/>
          <w:i/>
          <w:iCs/>
          <w:sz w:val="28"/>
          <w:szCs w:val="28"/>
        </w:rPr>
        <w:t>che i dati riportati negli allegati modelli “scheda 3” della nota MEG-RGS 33/2022, aggregati per tipologia di prodotto, sono rispondenti alle reali caratteristiche dei prodotti offerti</w:t>
      </w:r>
    </w:p>
    <w:p w:rsidR="00CB086B" w:rsidRPr="00CE0F50" w:rsidRDefault="00CB086B" w:rsidP="00CB086B">
      <w:pPr>
        <w:autoSpaceDE w:val="0"/>
        <w:autoSpaceDN w:val="0"/>
        <w:adjustRightInd w:val="0"/>
        <w:rPr>
          <w:rFonts w:ascii="Calibri" w:hAnsi="Calibri"/>
          <w:sz w:val="28"/>
          <w:szCs w:val="28"/>
        </w:rPr>
      </w:pP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5E" w:rsidRDefault="0073155E">
      <w:r>
        <w:separator/>
      </w:r>
    </w:p>
  </w:endnote>
  <w:endnote w:type="continuationSeparator" w:id="0">
    <w:p w:rsidR="0073155E" w:rsidRDefault="00731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6624AD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73155E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5E" w:rsidRDefault="0073155E">
      <w:r>
        <w:separator/>
      </w:r>
    </w:p>
  </w:footnote>
  <w:footnote w:type="continuationSeparator" w:id="0">
    <w:p w:rsidR="0073155E" w:rsidRDefault="00731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36A65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24AD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155E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17415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0F50"/>
    <w:rsid w:val="00CE37F8"/>
    <w:rsid w:val="00CE5B0C"/>
    <w:rsid w:val="00CE7EE8"/>
    <w:rsid w:val="00CF05F9"/>
    <w:rsid w:val="00CF0B67"/>
    <w:rsid w:val="00D003E8"/>
    <w:rsid w:val="00D03956"/>
    <w:rsid w:val="00D03D9B"/>
    <w:rsid w:val="00D05636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1298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2023-07-18T07:46:00Z</dcterms:created>
  <dcterms:modified xsi:type="dcterms:W3CDTF">2023-07-18T07:46:00Z</dcterms:modified>
</cp:coreProperties>
</file>